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486146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6C890E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76BA238" w14:textId="20F2E9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A02B6">
        <w:rPr>
          <w:rFonts w:ascii="Corbel" w:hAnsi="Corbel"/>
          <w:i/>
          <w:smallCaps/>
          <w:sz w:val="24"/>
          <w:szCs w:val="24"/>
        </w:rPr>
        <w:t>20</w:t>
      </w:r>
      <w:r w:rsidR="00C60DBA">
        <w:rPr>
          <w:rFonts w:ascii="Corbel" w:hAnsi="Corbel"/>
          <w:i/>
          <w:smallCaps/>
          <w:sz w:val="24"/>
          <w:szCs w:val="24"/>
        </w:rPr>
        <w:t>19</w:t>
      </w:r>
      <w:r w:rsidR="00AA02B6">
        <w:rPr>
          <w:rFonts w:ascii="Corbel" w:hAnsi="Corbel"/>
          <w:i/>
          <w:smallCaps/>
          <w:sz w:val="24"/>
          <w:szCs w:val="24"/>
        </w:rPr>
        <w:t>-202</w:t>
      </w:r>
      <w:r w:rsidR="00C60DBA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073B0FF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FDF62F8" w14:textId="062AED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D0276B">
        <w:rPr>
          <w:rFonts w:ascii="Corbel" w:hAnsi="Corbel"/>
          <w:sz w:val="20"/>
          <w:szCs w:val="20"/>
        </w:rPr>
        <w:t>202</w:t>
      </w:r>
      <w:r w:rsidR="00C60DBA">
        <w:rPr>
          <w:rFonts w:ascii="Corbel" w:hAnsi="Corbel"/>
          <w:sz w:val="20"/>
          <w:szCs w:val="20"/>
        </w:rPr>
        <w:t>1</w:t>
      </w:r>
      <w:r w:rsidR="00D0276B">
        <w:rPr>
          <w:rFonts w:ascii="Corbel" w:hAnsi="Corbel"/>
          <w:sz w:val="20"/>
          <w:szCs w:val="20"/>
        </w:rPr>
        <w:t>/202</w:t>
      </w:r>
      <w:r w:rsidR="00C60DBA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37E4BC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D2BF64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712936A" w14:paraId="090B542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944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261B8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migowy – kurs podstawowy</w:t>
            </w:r>
          </w:p>
        </w:tc>
      </w:tr>
      <w:tr w:rsidRPr="009C54AE" w:rsidR="0085747A" w:rsidTr="3712936A" w14:paraId="06893F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2A713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0C9C" w14:paraId="2EB59105" w14:textId="224AF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10C9C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870108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10C9C">
              <w:rPr>
                <w:rFonts w:ascii="Corbel" w:hAnsi="Corbel"/>
                <w:b w:val="0"/>
                <w:sz w:val="24"/>
                <w:szCs w:val="24"/>
              </w:rPr>
              <w:t>[5]F_10</w:t>
            </w:r>
          </w:p>
        </w:tc>
      </w:tr>
      <w:tr w:rsidRPr="009C54AE" w:rsidR="0085747A" w:rsidTr="3712936A" w14:paraId="1FCDBA0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A5D18B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408A96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712936A" w14:paraId="3761A0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6658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1B5F70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712936A" w14:paraId="49784C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4EFF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6CA678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3712936A" w14:paraId="4A2E13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71B68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617B16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3712936A" w14:paraId="586762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4BD26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4781C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3712936A" w14:paraId="314D9D4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3DC8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71BD" w14:paraId="0A4FC5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3712936A" w14:paraId="79C358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97A5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46EFA" w14:paraId="19C370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Pr="009C54AE" w:rsidR="0085747A" w:rsidTr="3712936A" w14:paraId="18346C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6261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0D7337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3712936A" w14:paraId="7234495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E4038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A02B6" w14:paraId="70BF33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712936A" w14:paraId="4FDBDAC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EF97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A02B6" w14:paraId="3480E4F2" w14:textId="301032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Pr="009C54AE" w:rsidR="0085747A" w:rsidTr="3712936A" w14:paraId="13E68E2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63D2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712936A" w:rsidRDefault="00AA02B6" w14:paraId="508EDDFA" w14:textId="045512D8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3712936A" w:rsidR="50D1EB8C">
              <w:rPr>
                <w:rFonts w:ascii="Corbel" w:hAnsi="Corbel"/>
                <w:b w:val="0"/>
                <w:bCs w:val="0"/>
                <w:sz w:val="24"/>
                <w:szCs w:val="24"/>
              </w:rPr>
              <w:t>Justyna Zając</w:t>
            </w:r>
          </w:p>
        </w:tc>
      </w:tr>
    </w:tbl>
    <w:p w:rsidRPr="009C54AE" w:rsidR="0085747A" w:rsidP="009C54AE" w:rsidRDefault="0085747A" w14:paraId="0EE70DF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11044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1D04A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4931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72CDBA4E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F0A12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085A1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9E530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E313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616A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34DE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235A9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ABC5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BB65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F26F2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4269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639E8" w14:paraId="4D71370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597149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6A238D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70FEB8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76FBEF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3A19B3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071749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236DC5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45509E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40E9D5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65AD89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818F08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FCFB6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E9139E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46EFA" w:rsidR="0085747A" w:rsidP="00F83B28" w:rsidRDefault="00F46EFA" w14:paraId="4466566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</w:t>
      </w:r>
      <w:r w:rsidRPr="0021389C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F46EFA" w:rsidR="0085747A" w:rsidP="00F83B28" w:rsidRDefault="0085747A" w14:paraId="250CF22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46EFA">
        <w:rPr>
          <w:rFonts w:ascii="MS Gothic" w:hAnsi="MS Gothic" w:eastAsia="MS Gothic" w:cs="MS Gothic"/>
          <w:b w:val="0"/>
          <w:szCs w:val="24"/>
        </w:rPr>
        <w:t>☐</w:t>
      </w:r>
      <w:r w:rsidRPr="00F46EFA">
        <w:rPr>
          <w:rFonts w:ascii="Corbel" w:hAnsi="Corbel"/>
          <w:b w:val="0"/>
          <w:smallCaps w:val="0"/>
          <w:szCs w:val="24"/>
        </w:rPr>
        <w:t xml:space="preserve"> </w:t>
      </w:r>
      <w:r w:rsidRPr="0021389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85747A" w:rsidP="009C54AE" w:rsidRDefault="0085747A" w14:paraId="7CB282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732574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39E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114AFC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4C4012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5537A86" w14:textId="77777777">
        <w:tc>
          <w:tcPr>
            <w:tcW w:w="9670" w:type="dxa"/>
          </w:tcPr>
          <w:p w:rsidRPr="009C54AE" w:rsidR="0085747A" w:rsidP="009C54AE" w:rsidRDefault="004639E8" w14:paraId="6E6CF72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specjalna</w:t>
            </w:r>
          </w:p>
        </w:tc>
      </w:tr>
    </w:tbl>
    <w:p w:rsidR="00153C41" w:rsidP="009C54AE" w:rsidRDefault="00153C41" w14:paraId="4E90463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A6C49" w:rsidP="009C54AE" w:rsidRDefault="009A6C49" w14:paraId="0FE2762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A6C49" w:rsidP="009C54AE" w:rsidRDefault="009A6C49" w14:paraId="7DDBD5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5AD359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0EE6E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60B391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79A50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7C0FE5" w:rsidTr="007C0FE5" w14:paraId="2335591F" w14:textId="77777777">
        <w:tc>
          <w:tcPr>
            <w:tcW w:w="851" w:type="dxa"/>
            <w:vAlign w:val="center"/>
          </w:tcPr>
          <w:p w:rsidRPr="009C54AE" w:rsidR="007C0FE5" w:rsidP="009C54AE" w:rsidRDefault="007C0FE5" w14:paraId="161C43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C0FE5" w:rsidR="007C0FE5" w:rsidP="009C57BA" w:rsidRDefault="007C0FE5" w14:paraId="555118E8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komunikowania się z osobami niesłyszącymi metodą oralno-manualną, zapoznanie z podstawowymi wiadomościami o języku migowym oraz elementami wiedzy teoretycznej z zakresu głuchoty i niedosłuchu,</w:t>
            </w:r>
          </w:p>
        </w:tc>
      </w:tr>
      <w:tr w:rsidRPr="009C54AE" w:rsidR="007C0FE5" w:rsidTr="007C0FE5" w14:paraId="24F9AA51" w14:textId="77777777">
        <w:tc>
          <w:tcPr>
            <w:tcW w:w="851" w:type="dxa"/>
            <w:vAlign w:val="center"/>
          </w:tcPr>
          <w:p w:rsidRPr="009C54AE" w:rsidR="007C0FE5" w:rsidP="009C54AE" w:rsidRDefault="007C0FE5" w14:paraId="50A8AFC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C0FE5" w:rsidR="007C0FE5" w:rsidP="009C57BA" w:rsidRDefault="007C0FE5" w14:paraId="726B99D6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Pr="009C54AE" w:rsidR="007C0FE5" w:rsidTr="007C0FE5" w14:paraId="1F5AA774" w14:textId="77777777">
        <w:tc>
          <w:tcPr>
            <w:tcW w:w="851" w:type="dxa"/>
            <w:vAlign w:val="center"/>
          </w:tcPr>
          <w:p w:rsidRPr="009C54AE" w:rsidR="007C0FE5" w:rsidP="009C54AE" w:rsidRDefault="007C0FE5" w14:paraId="1907BDC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7C0FE5" w:rsidR="007C0FE5" w:rsidP="009C57BA" w:rsidRDefault="007C0FE5" w14:paraId="5907E7F6" w14:textId="77777777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ukształtowanie właściwej postawę wobec problemów związanych z funkcjonowaniem osób z wadą słuchu w lokalnym środowisku społecznym, tym samym przygotowanie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Pr="009C54AE" w:rsidR="0085747A" w:rsidP="009C54AE" w:rsidRDefault="0085747A" w14:paraId="73D6D3D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8AFDD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638BCE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08D7F6BE" w14:textId="77777777">
        <w:tc>
          <w:tcPr>
            <w:tcW w:w="1701" w:type="dxa"/>
            <w:vAlign w:val="center"/>
          </w:tcPr>
          <w:p w:rsidRPr="009C54AE" w:rsidR="0085747A" w:rsidP="009C54AE" w:rsidRDefault="0085747A" w14:paraId="59B3D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2A5C1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BF9CA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639E8" w:rsidTr="005E6E85" w14:paraId="7B478604" w14:textId="77777777">
        <w:tc>
          <w:tcPr>
            <w:tcW w:w="1701" w:type="dxa"/>
          </w:tcPr>
          <w:p w:rsidRPr="009C54AE" w:rsidR="004639E8" w:rsidP="009C54AE" w:rsidRDefault="004639E8" w14:paraId="602198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639E8" w:rsidR="004639E8" w:rsidP="00DA735E" w:rsidRDefault="004639E8" w14:paraId="03E4A9FE" w14:textId="7777777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ma elementarną wiedzę na temat kierowania własnym rozwojem, także w zakresie komunikacji z osobami z ograniczonymi kompetencjami językowymi w zakresie języka polskiego w formie fonicznej;    </w:t>
            </w:r>
          </w:p>
        </w:tc>
        <w:tc>
          <w:tcPr>
            <w:tcW w:w="1873" w:type="dxa"/>
          </w:tcPr>
          <w:p w:rsidRPr="009C54AE" w:rsidR="004639E8" w:rsidP="009C54AE" w:rsidRDefault="00F83E12" w14:paraId="765A24ED" w14:textId="6849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4639E8" w:rsidTr="005E6E85" w14:paraId="1C742B9E" w14:textId="77777777">
        <w:tc>
          <w:tcPr>
            <w:tcW w:w="1701" w:type="dxa"/>
          </w:tcPr>
          <w:p w:rsidRPr="009C54AE" w:rsidR="004639E8" w:rsidP="009C54AE" w:rsidRDefault="004639E8" w14:paraId="01ED33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639E8" w:rsidR="004639E8" w:rsidP="00DA735E" w:rsidRDefault="004639E8" w14:paraId="03D4ECF5" w14:textId="7777777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umie posługiwać się znakami polskiego alfabetu palcowego, znakami liczebników głównych i porządkowych znakami ideograficznymi języka migowego wg zasad systemu językowo-migowego w sytuacjach tego wymagających w czasie realizacji zadań zawodowych;                                             </w:t>
            </w:r>
          </w:p>
        </w:tc>
        <w:tc>
          <w:tcPr>
            <w:tcW w:w="1873" w:type="dxa"/>
          </w:tcPr>
          <w:p w:rsidRPr="009C54AE" w:rsidR="004639E8" w:rsidP="009C54AE" w:rsidRDefault="004639E8" w14:paraId="1A933565" w14:textId="47F51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Pr="009C54AE" w:rsidR="0085747A" w:rsidP="009C54AE" w:rsidRDefault="0085747A" w14:paraId="2FB9FF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D78F7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BD120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468A0A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E22A5C3" w14:textId="77777777">
        <w:tc>
          <w:tcPr>
            <w:tcW w:w="9639" w:type="dxa"/>
          </w:tcPr>
          <w:p w:rsidRPr="009C54AE" w:rsidR="0085747A" w:rsidP="009C54AE" w:rsidRDefault="0085747A" w14:paraId="0CE7A7F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FE67E79" w14:textId="77777777">
        <w:tc>
          <w:tcPr>
            <w:tcW w:w="9639" w:type="dxa"/>
          </w:tcPr>
          <w:p w:rsidRPr="009C54AE" w:rsidR="0085747A" w:rsidP="009C54AE" w:rsidRDefault="0085747A" w14:paraId="023E02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88EA0A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2B710F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411F6A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F29EF66" w14:textId="77777777">
        <w:tc>
          <w:tcPr>
            <w:tcW w:w="9639" w:type="dxa"/>
          </w:tcPr>
          <w:p w:rsidRPr="009C54AE" w:rsidR="0085747A" w:rsidP="009C54AE" w:rsidRDefault="0085747A" w14:paraId="4030E76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C0FE5" w:rsidTr="00923D7D" w14:paraId="6F042D2C" w14:textId="77777777">
        <w:tc>
          <w:tcPr>
            <w:tcW w:w="9639" w:type="dxa"/>
          </w:tcPr>
          <w:p w:rsidRPr="007C0FE5" w:rsidR="007C0FE5" w:rsidP="009C57BA" w:rsidRDefault="007C0FE5" w14:paraId="76D1F07F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Podstawy wiedzy teoretycznej z zakresu głuchoty i niedosłuchu, uszkodzenia słuchu i klasyfikacje uszkodzeń.                                                                                                                       </w:t>
            </w:r>
          </w:p>
        </w:tc>
      </w:tr>
      <w:tr w:rsidRPr="009C54AE" w:rsidR="007C0FE5" w:rsidTr="00923D7D" w14:paraId="2AB0224B" w14:textId="77777777">
        <w:tc>
          <w:tcPr>
            <w:tcW w:w="9639" w:type="dxa"/>
          </w:tcPr>
          <w:p w:rsidRPr="007C0FE5" w:rsidR="007C0FE5" w:rsidP="009C57BA" w:rsidRDefault="007C0FE5" w14:paraId="0E45E6B3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Metody porozumiewania się z osobami niesłyszącymi i niedosłyszącymi. Podstawowe wiadomości o języku migowym.                                                                                                       </w:t>
            </w:r>
          </w:p>
        </w:tc>
      </w:tr>
      <w:tr w:rsidRPr="009C54AE" w:rsidR="007C0FE5" w:rsidTr="00923D7D" w14:paraId="6D12FF0A" w14:textId="77777777">
        <w:tc>
          <w:tcPr>
            <w:tcW w:w="9639" w:type="dxa"/>
          </w:tcPr>
          <w:p w:rsidRPr="007C0FE5" w:rsidR="007C0FE5" w:rsidP="009C57BA" w:rsidRDefault="007C0FE5" w14:paraId="422052BD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Polski alfabet palcowy, znaki pojęć liczbowych.                                                                             </w:t>
            </w:r>
          </w:p>
        </w:tc>
      </w:tr>
      <w:tr w:rsidRPr="009C54AE" w:rsidR="007C0FE5" w:rsidTr="00923D7D" w14:paraId="7E8FBEE8" w14:textId="77777777">
        <w:tc>
          <w:tcPr>
            <w:tcW w:w="9639" w:type="dxa"/>
          </w:tcPr>
          <w:p w:rsidRPr="007C0FE5" w:rsidR="007C0FE5" w:rsidP="009C57BA" w:rsidRDefault="007C0FE5" w14:paraId="0CCF0F6F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>Podstawowe znaki ideograficzne (grzecznościowe, prezentacja własnej osoby).</w:t>
            </w:r>
          </w:p>
        </w:tc>
      </w:tr>
    </w:tbl>
    <w:p w:rsidRPr="009C54AE" w:rsidR="0085747A" w:rsidP="009C54AE" w:rsidRDefault="0085747A" w14:paraId="6B9BC3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19CF5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4639E8" w14:paraId="0D7FB4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:rsidRPr="009C54AE" w:rsidR="0085747A" w:rsidP="009C54AE" w:rsidRDefault="0085747A" w14:paraId="774260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4869F1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3601EE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98DFC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19B5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04714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36BF600E" w14:textId="77777777">
        <w:tc>
          <w:tcPr>
            <w:tcW w:w="1985" w:type="dxa"/>
            <w:vAlign w:val="center"/>
          </w:tcPr>
          <w:p w:rsidRPr="009C54AE" w:rsidR="0085747A" w:rsidP="009C54AE" w:rsidRDefault="0071620A" w14:paraId="51DFA8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C6313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FF9BA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A66C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40249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639E8" w:rsidTr="00C05F44" w14:paraId="1E918BE4" w14:textId="77777777">
        <w:tc>
          <w:tcPr>
            <w:tcW w:w="1985" w:type="dxa"/>
          </w:tcPr>
          <w:p w:rsidRPr="007D326B" w:rsidR="004639E8" w:rsidP="00DA735E" w:rsidRDefault="004639E8" w14:paraId="66D4BED8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Pr="007D326B" w:rsidR="004639E8" w:rsidP="00DA735E" w:rsidRDefault="004639E8" w14:paraId="0AAA42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40C347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639E8" w:rsidTr="00C05F44" w14:paraId="4D939674" w14:textId="77777777">
        <w:tc>
          <w:tcPr>
            <w:tcW w:w="1985" w:type="dxa"/>
          </w:tcPr>
          <w:p w:rsidRPr="007D326B" w:rsidR="004639E8" w:rsidP="00DA735E" w:rsidRDefault="004639E8" w14:paraId="50B0664B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Pr="007D326B" w:rsidR="004639E8" w:rsidP="00DA735E" w:rsidRDefault="004639E8" w14:paraId="1A513B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396407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1FFD1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E1AFA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C1B97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958FA38" w14:textId="77777777">
        <w:tc>
          <w:tcPr>
            <w:tcW w:w="9670" w:type="dxa"/>
          </w:tcPr>
          <w:p w:rsidRPr="004639E8" w:rsidR="0085747A" w:rsidP="004639E8" w:rsidRDefault="004639E8" w14:paraId="398BF594" w14:textId="77777777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Pr="009C54AE" w:rsidR="0085747A" w:rsidP="009C54AE" w:rsidRDefault="0085747A" w14:paraId="75840C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5EC529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62857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CC601EE" w14:textId="77777777">
        <w:tc>
          <w:tcPr>
            <w:tcW w:w="4962" w:type="dxa"/>
            <w:vAlign w:val="center"/>
          </w:tcPr>
          <w:p w:rsidRPr="009C54AE" w:rsidR="0085747A" w:rsidP="009C54AE" w:rsidRDefault="00C61DC5" w14:paraId="44BC0B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D08FC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464C905" w14:textId="77777777">
        <w:tc>
          <w:tcPr>
            <w:tcW w:w="4962" w:type="dxa"/>
          </w:tcPr>
          <w:p w:rsidRPr="009C54AE" w:rsidR="0085747A" w:rsidP="009C54AE" w:rsidRDefault="00C61DC5" w14:paraId="3344DD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639E8" w14:paraId="73EE9F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0B1E0F0" w14:textId="77777777">
        <w:tc>
          <w:tcPr>
            <w:tcW w:w="4962" w:type="dxa"/>
          </w:tcPr>
          <w:p w:rsidRPr="009C54AE" w:rsidR="00C61DC5" w:rsidP="009C54AE" w:rsidRDefault="00C61DC5" w14:paraId="49807F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1AD5A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46EFA" w14:paraId="526BE8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6B196305" w14:textId="77777777">
        <w:tc>
          <w:tcPr>
            <w:tcW w:w="4962" w:type="dxa"/>
          </w:tcPr>
          <w:p w:rsidRPr="009C54AE" w:rsidR="0071620A" w:rsidP="009C54AE" w:rsidRDefault="00C61DC5" w14:paraId="130F23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46C203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46EFA" w14:paraId="1C0446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Pr="009C54AE" w:rsidR="0085747A" w:rsidTr="00923D7D" w14:paraId="7FB6C511" w14:textId="77777777">
        <w:tc>
          <w:tcPr>
            <w:tcW w:w="4962" w:type="dxa"/>
          </w:tcPr>
          <w:p w:rsidRPr="009C54AE" w:rsidR="0085747A" w:rsidP="009C54AE" w:rsidRDefault="0085747A" w14:paraId="47F8AB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4639E8" w14:paraId="29E2DF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6A2393E8" w14:textId="77777777">
        <w:tc>
          <w:tcPr>
            <w:tcW w:w="4962" w:type="dxa"/>
          </w:tcPr>
          <w:p w:rsidRPr="009C54AE" w:rsidR="0085747A" w:rsidP="009C54AE" w:rsidRDefault="0085747A" w14:paraId="21B322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639E8" w14:paraId="7032DB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71EE0D8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48939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F6DC9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1C963A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3AB784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60103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FE15C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F44CBA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3357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10A32E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6D45619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A70A1" w:rsidP="009C54AE" w:rsidRDefault="00DA70A1" w14:paraId="505559F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70A1" w:rsidP="009C54AE" w:rsidRDefault="00DA70A1" w14:paraId="6B3419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70A1" w:rsidP="009C54AE" w:rsidRDefault="00DA70A1" w14:paraId="748A36F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70A1" w:rsidP="009C54AE" w:rsidRDefault="00DA70A1" w14:paraId="170B76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70A1" w:rsidP="009C54AE" w:rsidRDefault="00DA70A1" w14:paraId="7CB290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675843" w14:paraId="19BEBAB9" w14:textId="2DDFC5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803F7F" w:rsidRDefault="0085747A" w14:paraId="338A3E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4639E8" w:rsidR="00803F7F" w:rsidTr="00DA70A1" w14:paraId="55740A35" w14:textId="77777777">
        <w:trPr>
          <w:trHeight w:val="397"/>
        </w:trPr>
        <w:tc>
          <w:tcPr>
            <w:tcW w:w="9639" w:type="dxa"/>
          </w:tcPr>
          <w:p w:rsidRPr="004639E8" w:rsidR="00803F7F" w:rsidP="00CA54D7" w:rsidRDefault="00803F7F" w14:paraId="6E3E4E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639E8" w:rsidR="00803F7F" w:rsidP="00DA70A1" w:rsidRDefault="00803F7F" w14:paraId="14C49AD1" w14:textId="196F52A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 xml:space="preserve">" </w:t>
            </w: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639E8" w:rsidR="00803F7F" w:rsidTr="00DA70A1" w14:paraId="549EE468" w14:textId="77777777">
        <w:trPr>
          <w:trHeight w:val="397"/>
        </w:trPr>
        <w:tc>
          <w:tcPr>
            <w:tcW w:w="9639" w:type="dxa"/>
          </w:tcPr>
          <w:p w:rsidRPr="004639E8" w:rsidR="00803F7F" w:rsidP="00CA54D7" w:rsidRDefault="00803F7F" w14:paraId="5FB87B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03F7F" w:rsidP="00CA54D7" w:rsidRDefault="00803F7F" w14:paraId="436BAA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803F7F" w:rsidP="00CA54D7" w:rsidRDefault="00803F7F" w14:paraId="14712B82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:rsidRPr="009C54AE" w:rsidR="00803F7F" w:rsidP="009C54AE" w:rsidRDefault="00803F7F" w14:paraId="5B65DF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521CC2" w:rsidRDefault="0085747A" w14:paraId="59857CAB" w14:textId="533728CC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10CA4C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A20" w:rsidP="00C16ABF" w:rsidRDefault="003F3A20" w14:paraId="362A2A2B" w14:textId="77777777">
      <w:pPr>
        <w:spacing w:after="0" w:line="240" w:lineRule="auto"/>
      </w:pPr>
      <w:r>
        <w:separator/>
      </w:r>
    </w:p>
  </w:endnote>
  <w:endnote w:type="continuationSeparator" w:id="0">
    <w:p w:rsidR="003F3A20" w:rsidP="00C16ABF" w:rsidRDefault="003F3A20" w14:paraId="4BA7C1D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A20" w:rsidP="00C16ABF" w:rsidRDefault="003F3A20" w14:paraId="2B8542A8" w14:textId="77777777">
      <w:pPr>
        <w:spacing w:after="0" w:line="240" w:lineRule="auto"/>
      </w:pPr>
      <w:r>
        <w:separator/>
      </w:r>
    </w:p>
  </w:footnote>
  <w:footnote w:type="continuationSeparator" w:id="0">
    <w:p w:rsidR="003F3A20" w:rsidP="00C16ABF" w:rsidRDefault="003F3A20" w14:paraId="6779C57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F0E95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11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F2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CAC"/>
    <w:rsid w:val="001A70D2"/>
    <w:rsid w:val="001C49E5"/>
    <w:rsid w:val="001D657B"/>
    <w:rsid w:val="001D7B54"/>
    <w:rsid w:val="001E0209"/>
    <w:rsid w:val="001F2CA2"/>
    <w:rsid w:val="00213568"/>
    <w:rsid w:val="0021389C"/>
    <w:rsid w:val="002144C0"/>
    <w:rsid w:val="0022477D"/>
    <w:rsid w:val="002278A9"/>
    <w:rsid w:val="002311B8"/>
    <w:rsid w:val="002336F9"/>
    <w:rsid w:val="0024028F"/>
    <w:rsid w:val="00244ABC"/>
    <w:rsid w:val="00281FF2"/>
    <w:rsid w:val="002857DE"/>
    <w:rsid w:val="00291567"/>
    <w:rsid w:val="00293BF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D9F"/>
    <w:rsid w:val="003F205D"/>
    <w:rsid w:val="003F38C0"/>
    <w:rsid w:val="003F3A20"/>
    <w:rsid w:val="00414E3C"/>
    <w:rsid w:val="0042244A"/>
    <w:rsid w:val="004271BD"/>
    <w:rsid w:val="0042745A"/>
    <w:rsid w:val="00431D5C"/>
    <w:rsid w:val="004362C6"/>
    <w:rsid w:val="00437FA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1EEA"/>
    <w:rsid w:val="004A3EEA"/>
    <w:rsid w:val="004A4D1F"/>
    <w:rsid w:val="004D5282"/>
    <w:rsid w:val="004F1551"/>
    <w:rsid w:val="004F55A3"/>
    <w:rsid w:val="0050496F"/>
    <w:rsid w:val="00513B6F"/>
    <w:rsid w:val="00517C63"/>
    <w:rsid w:val="00521CC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31D"/>
    <w:rsid w:val="005E6E85"/>
    <w:rsid w:val="005F31D2"/>
    <w:rsid w:val="00602BB5"/>
    <w:rsid w:val="0061029B"/>
    <w:rsid w:val="00617230"/>
    <w:rsid w:val="00621CE1"/>
    <w:rsid w:val="00627FC9"/>
    <w:rsid w:val="00647FA8"/>
    <w:rsid w:val="00650C5F"/>
    <w:rsid w:val="00654934"/>
    <w:rsid w:val="0065745F"/>
    <w:rsid w:val="006620D9"/>
    <w:rsid w:val="00662E6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6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08F"/>
    <w:rsid w:val="0078168C"/>
    <w:rsid w:val="00787C2A"/>
    <w:rsid w:val="00790E27"/>
    <w:rsid w:val="007A4022"/>
    <w:rsid w:val="007A6615"/>
    <w:rsid w:val="007A6E6E"/>
    <w:rsid w:val="007C0FE5"/>
    <w:rsid w:val="007C3299"/>
    <w:rsid w:val="007C3BCC"/>
    <w:rsid w:val="007C4546"/>
    <w:rsid w:val="007D6E56"/>
    <w:rsid w:val="007F4155"/>
    <w:rsid w:val="00803F7F"/>
    <w:rsid w:val="0081554D"/>
    <w:rsid w:val="0081707E"/>
    <w:rsid w:val="008449B3"/>
    <w:rsid w:val="008552A2"/>
    <w:rsid w:val="0085747A"/>
    <w:rsid w:val="00870108"/>
    <w:rsid w:val="00884922"/>
    <w:rsid w:val="00885F64"/>
    <w:rsid w:val="008917F9"/>
    <w:rsid w:val="00891DB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37"/>
    <w:rsid w:val="009508DF"/>
    <w:rsid w:val="00950DAC"/>
    <w:rsid w:val="00954A07"/>
    <w:rsid w:val="00997F14"/>
    <w:rsid w:val="009A6C49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9C"/>
    <w:rsid w:val="00A14A1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AA1"/>
    <w:rsid w:val="00A84C85"/>
    <w:rsid w:val="00A97DE1"/>
    <w:rsid w:val="00AA02B6"/>
    <w:rsid w:val="00AB053C"/>
    <w:rsid w:val="00AC022C"/>
    <w:rsid w:val="00AC1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F9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D3"/>
    <w:rsid w:val="00C60DBA"/>
    <w:rsid w:val="00C61DC5"/>
    <w:rsid w:val="00C67E92"/>
    <w:rsid w:val="00C70A26"/>
    <w:rsid w:val="00C766DF"/>
    <w:rsid w:val="00C820D7"/>
    <w:rsid w:val="00C94B98"/>
    <w:rsid w:val="00CA2B96"/>
    <w:rsid w:val="00CA5089"/>
    <w:rsid w:val="00CD6897"/>
    <w:rsid w:val="00CE5BAC"/>
    <w:rsid w:val="00CF25BE"/>
    <w:rsid w:val="00CF4D3A"/>
    <w:rsid w:val="00CF78ED"/>
    <w:rsid w:val="00D0276B"/>
    <w:rsid w:val="00D02B25"/>
    <w:rsid w:val="00D02EBA"/>
    <w:rsid w:val="00D172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0A1"/>
    <w:rsid w:val="00DE09C0"/>
    <w:rsid w:val="00DE4A14"/>
    <w:rsid w:val="00DE7D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149"/>
    <w:rsid w:val="00E94FA2"/>
    <w:rsid w:val="00E960BB"/>
    <w:rsid w:val="00EA2074"/>
    <w:rsid w:val="00EA4832"/>
    <w:rsid w:val="00EA4E9D"/>
    <w:rsid w:val="00EC4899"/>
    <w:rsid w:val="00ED03AB"/>
    <w:rsid w:val="00ED32D2"/>
    <w:rsid w:val="00EE3061"/>
    <w:rsid w:val="00EE32DE"/>
    <w:rsid w:val="00EE5457"/>
    <w:rsid w:val="00F070AB"/>
    <w:rsid w:val="00F17567"/>
    <w:rsid w:val="00F27A7B"/>
    <w:rsid w:val="00F35385"/>
    <w:rsid w:val="00F46EFA"/>
    <w:rsid w:val="00F526AF"/>
    <w:rsid w:val="00F617C3"/>
    <w:rsid w:val="00F7066B"/>
    <w:rsid w:val="00F83B28"/>
    <w:rsid w:val="00F83E12"/>
    <w:rsid w:val="00F974DA"/>
    <w:rsid w:val="00FA46E5"/>
    <w:rsid w:val="00FB7DBA"/>
    <w:rsid w:val="00FC1C25"/>
    <w:rsid w:val="00FC3F45"/>
    <w:rsid w:val="00FD503F"/>
    <w:rsid w:val="00FD7589"/>
    <w:rsid w:val="00FF016A"/>
    <w:rsid w:val="00FF1036"/>
    <w:rsid w:val="00FF1401"/>
    <w:rsid w:val="00FF5E7D"/>
    <w:rsid w:val="3712936A"/>
    <w:rsid w:val="50D1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3C88"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FFDCF-1E2D-4004-83B0-783B254626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CC863B-52BA-4788-BFD2-24DEE8588D5B}"/>
</file>

<file path=customXml/itemProps3.xml><?xml version="1.0" encoding="utf-8"?>
<ds:datastoreItem xmlns:ds="http://schemas.openxmlformats.org/officeDocument/2006/customXml" ds:itemID="{35DF5455-1279-4900-A390-C2318C3F2783}"/>
</file>

<file path=customXml/itemProps4.xml><?xml version="1.0" encoding="utf-8"?>
<ds:datastoreItem xmlns:ds="http://schemas.openxmlformats.org/officeDocument/2006/customXml" ds:itemID="{534E28A2-2C9D-4349-A976-E174254268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7</revision>
  <lastPrinted>2019-02-06T12:12:00.0000000Z</lastPrinted>
  <dcterms:created xsi:type="dcterms:W3CDTF">2020-10-28T05:43:00.0000000Z</dcterms:created>
  <dcterms:modified xsi:type="dcterms:W3CDTF">2021-10-05T16:50:37.8986500Z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